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1B1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22B9AAF9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C0382">
        <w:rPr>
          <w:rFonts w:ascii="Corbel" w:hAnsi="Corbel"/>
          <w:smallCaps/>
          <w:sz w:val="24"/>
          <w:szCs w:val="24"/>
        </w:rPr>
        <w:t>2022-2025</w:t>
      </w:r>
    </w:p>
    <w:p w14:paraId="24F25870" w14:textId="1502DF14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8C0382">
        <w:rPr>
          <w:rFonts w:ascii="Corbel" w:hAnsi="Corbel"/>
          <w:sz w:val="20"/>
          <w:szCs w:val="20"/>
        </w:rPr>
        <w:t>4</w:t>
      </w:r>
      <w:r w:rsidR="00EC432F" w:rsidRPr="00A15DD5">
        <w:rPr>
          <w:rFonts w:ascii="Corbel" w:hAnsi="Corbel"/>
          <w:sz w:val="20"/>
          <w:szCs w:val="20"/>
        </w:rPr>
        <w:t>/202</w:t>
      </w:r>
      <w:r w:rsidR="008C0382">
        <w:rPr>
          <w:rFonts w:ascii="Corbel" w:hAnsi="Corbel"/>
          <w:sz w:val="20"/>
          <w:szCs w:val="20"/>
        </w:rPr>
        <w:t>5</w:t>
      </w:r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3349DB4F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E/I/EP/C-1.</w:t>
            </w:r>
            <w:r w:rsidR="00013AA6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5</w:t>
            </w: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5B831697" w:rsidR="00EC432F" w:rsidRPr="007478A9" w:rsidRDefault="007478A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478A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77777777" w:rsidR="00EC432F" w:rsidRPr="009C54AE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C2159" w14:textId="610D7D5D" w:rsidR="00AF2F76" w:rsidRPr="009C54AE" w:rsidRDefault="00AF2F76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="008135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4B935FC7" w:rsidR="00600BA9" w:rsidRPr="00B24B1A" w:rsidRDefault="007478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63146C37" w:rsidR="00600BA9" w:rsidRPr="00B24B1A" w:rsidRDefault="007478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3F37204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8A6657" w14:textId="22A4B9D6" w:rsidR="009C54AE" w:rsidRPr="00813524" w:rsidRDefault="008135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600BA9" w:rsidRPr="00813524">
        <w:rPr>
          <w:rFonts w:ascii="Corbel" w:hAnsi="Corbel"/>
          <w:b w:val="0"/>
          <w:smallCaps w:val="0"/>
          <w:szCs w:val="24"/>
        </w:rPr>
        <w:t>gzamin</w:t>
      </w:r>
    </w:p>
    <w:p w14:paraId="4784FE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1AB13C15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B0352E" w:rsidRPr="00B0352E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>Zastosowanie modeli logitowych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50B80BF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A8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Wykorzystanie modeli dyskryminacyjnych i logitowych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0B736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E218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>Możliwość wykorzystanie platformy MS Teams.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36BEB39D" w14:textId="61D6FFA5" w:rsidR="0085747A" w:rsidRPr="009C54AE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6EC6D2E1" w:rsidR="008D5C7C" w:rsidRPr="00B24B1A" w:rsidRDefault="007478A9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21DCBF75" w:rsidR="008D5C7C" w:rsidRPr="00B24B1A" w:rsidRDefault="007478A9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Dudycz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Wyd. ODiDK,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BBB16" w14:textId="77777777" w:rsidR="00943E4E" w:rsidRDefault="00943E4E" w:rsidP="00C16ABF">
      <w:pPr>
        <w:spacing w:after="0" w:line="240" w:lineRule="auto"/>
      </w:pPr>
      <w:r>
        <w:separator/>
      </w:r>
    </w:p>
  </w:endnote>
  <w:endnote w:type="continuationSeparator" w:id="0">
    <w:p w14:paraId="14F15A76" w14:textId="77777777" w:rsidR="00943E4E" w:rsidRDefault="00943E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8DF17" w14:textId="77777777" w:rsidR="00943E4E" w:rsidRDefault="00943E4E" w:rsidP="00C16ABF">
      <w:pPr>
        <w:spacing w:after="0" w:line="240" w:lineRule="auto"/>
      </w:pPr>
      <w:r>
        <w:separator/>
      </w:r>
    </w:p>
  </w:footnote>
  <w:footnote w:type="continuationSeparator" w:id="0">
    <w:p w14:paraId="412889C0" w14:textId="77777777" w:rsidR="00943E4E" w:rsidRDefault="00943E4E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534284">
    <w:abstractNumId w:val="2"/>
  </w:num>
  <w:num w:numId="2" w16cid:durableId="343557503">
    <w:abstractNumId w:val="9"/>
  </w:num>
  <w:num w:numId="3" w16cid:durableId="1884555986">
    <w:abstractNumId w:val="0"/>
  </w:num>
  <w:num w:numId="4" w16cid:durableId="99037176">
    <w:abstractNumId w:val="4"/>
  </w:num>
  <w:num w:numId="5" w16cid:durableId="1453867717">
    <w:abstractNumId w:val="3"/>
  </w:num>
  <w:num w:numId="6" w16cid:durableId="750005171">
    <w:abstractNumId w:val="6"/>
  </w:num>
  <w:num w:numId="7" w16cid:durableId="1612202683">
    <w:abstractNumId w:val="5"/>
  </w:num>
  <w:num w:numId="8" w16cid:durableId="1997759751">
    <w:abstractNumId w:val="8"/>
  </w:num>
  <w:num w:numId="9" w16cid:durableId="1627664867">
    <w:abstractNumId w:val="7"/>
  </w:num>
  <w:num w:numId="10" w16cid:durableId="209331307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AA6"/>
    <w:rsid w:val="00015B8F"/>
    <w:rsid w:val="00022ECE"/>
    <w:rsid w:val="00042A51"/>
    <w:rsid w:val="00042D2E"/>
    <w:rsid w:val="00044C82"/>
    <w:rsid w:val="00070ED6"/>
    <w:rsid w:val="000742DC"/>
    <w:rsid w:val="0008196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EFC"/>
    <w:rsid w:val="004A3EEA"/>
    <w:rsid w:val="004A4D1F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8A9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382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6F09"/>
    <w:rsid w:val="00916188"/>
    <w:rsid w:val="00923D7D"/>
    <w:rsid w:val="00943E4E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926"/>
    <w:rsid w:val="00AE203C"/>
    <w:rsid w:val="00AE2E74"/>
    <w:rsid w:val="00AE5FCB"/>
    <w:rsid w:val="00AF06ED"/>
    <w:rsid w:val="00AF2C1E"/>
    <w:rsid w:val="00AF2F76"/>
    <w:rsid w:val="00B0352E"/>
    <w:rsid w:val="00B06142"/>
    <w:rsid w:val="00B135B1"/>
    <w:rsid w:val="00B3130B"/>
    <w:rsid w:val="00B40ADB"/>
    <w:rsid w:val="00B41FB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B520A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F1F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AB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D3F39-5411-470F-AE71-051C64022D1C}"/>
</file>

<file path=customXml/itemProps2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5FA53-3469-4995-9D7E-8451517EF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303088-A0F5-484A-BE8B-2E02D125F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45</TotalTime>
  <Pages>5</Pages>
  <Words>1046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20</cp:revision>
  <cp:lastPrinted>2019-02-06T12:12:00Z</cp:lastPrinted>
  <dcterms:created xsi:type="dcterms:W3CDTF">2020-10-26T00:06:00Z</dcterms:created>
  <dcterms:modified xsi:type="dcterms:W3CDTF">2022-05-31T20:22:00Z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